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576" w:rsidRPr="00D45576" w:rsidRDefault="00D45576" w:rsidP="00D455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color w:val="0000CC"/>
          <w:sz w:val="24"/>
          <w:szCs w:val="24"/>
        </w:rPr>
        <w:t>SCAVENGER HUNT</w:t>
      </w:r>
      <w:r w:rsidRPr="00D45576">
        <w:rPr>
          <w:rFonts w:ascii="Times New Roman" w:eastAsia="Times New Roman" w:hAnsi="Times New Roman" w:cs="Times New Roman"/>
          <w:b/>
          <w:bCs/>
          <w:color w:val="0000CC"/>
          <w:sz w:val="24"/>
          <w:szCs w:val="24"/>
        </w:rPr>
        <w:br/>
      </w: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Form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Create a Scavenger Hunt for students using at least five sites with 3 questions or activities for each site.</w:t>
      </w: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=============================================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TOPIC: ________________________________________________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1. Site: ____________________________________________</w:t>
      </w:r>
    </w:p>
    <w:p w:rsidR="00D45576" w:rsidRPr="00D45576" w:rsidRDefault="00D45576" w:rsidP="00D4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  <w:r w:rsidRPr="00D455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2. Site: ____________________________________________</w:t>
      </w:r>
    </w:p>
    <w:p w:rsidR="00D45576" w:rsidRPr="00D45576" w:rsidRDefault="00D45576" w:rsidP="00D4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  <w:r w:rsidRPr="00D455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3. Site: ____________________________________________</w:t>
      </w:r>
    </w:p>
    <w:p w:rsidR="00D45576" w:rsidRPr="00D45576" w:rsidRDefault="00D45576" w:rsidP="00D4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  <w:r w:rsidRPr="00D455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4. Site: ____________________________________________</w:t>
      </w:r>
    </w:p>
    <w:p w:rsidR="00D45576" w:rsidRPr="00D45576" w:rsidRDefault="00D45576" w:rsidP="00D4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  <w:r w:rsidRPr="00D455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5. Site: ____________________________________________</w:t>
      </w:r>
    </w:p>
    <w:p w:rsidR="00D45576" w:rsidRPr="00D45576" w:rsidRDefault="00D45576" w:rsidP="00D45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  <w:r w:rsidRPr="00D455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5576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</w:p>
    <w:p w:rsidR="000028F0" w:rsidRPr="00D45576" w:rsidRDefault="00D45576" w:rsidP="00D455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576">
        <w:rPr>
          <w:rFonts w:ascii="Times New Roman" w:eastAsia="Times New Roman" w:hAnsi="Times New Roman" w:cs="Times New Roman"/>
          <w:b/>
          <w:bCs/>
          <w:sz w:val="24"/>
          <w:szCs w:val="24"/>
        </w:rPr>
        <w:t>•</w:t>
      </w:r>
      <w:bookmarkStart w:id="0" w:name="_GoBack"/>
      <w:bookmarkEnd w:id="0"/>
    </w:p>
    <w:sectPr w:rsidR="000028F0" w:rsidRPr="00D45576" w:rsidSect="00D45576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576"/>
    <w:rsid w:val="000028F0"/>
    <w:rsid w:val="00D4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455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4557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57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45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455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4557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57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45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16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71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49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8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979AA08E</Template>
  <TotalTime>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 Peterson</dc:creator>
  <cp:lastModifiedBy>Arlys Peterson</cp:lastModifiedBy>
  <cp:revision>1</cp:revision>
  <dcterms:created xsi:type="dcterms:W3CDTF">2013-06-18T17:13:00Z</dcterms:created>
  <dcterms:modified xsi:type="dcterms:W3CDTF">2013-06-18T17:15:00Z</dcterms:modified>
</cp:coreProperties>
</file>